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FF" w:rsidRPr="001D460B" w:rsidRDefault="00410CFF" w:rsidP="00D501D5">
      <w:pPr>
        <w:tabs>
          <w:tab w:val="left" w:pos="709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 w:after="40" w:line="276" w:lineRule="auto"/>
        <w:ind w:right="850" w:firstLine="709"/>
        <w:jc w:val="center"/>
        <w:rPr>
          <w:b/>
          <w:caps/>
        </w:rPr>
      </w:pPr>
      <w:r>
        <w:rPr>
          <w:b/>
        </w:rPr>
        <w:t xml:space="preserve">Аннотация </w:t>
      </w:r>
      <w:r w:rsidRPr="001D460B">
        <w:rPr>
          <w:b/>
        </w:rPr>
        <w:t xml:space="preserve"> программы учебной дисциплины</w:t>
      </w:r>
      <w:r w:rsidRPr="001D460B">
        <w:rPr>
          <w:b/>
          <w:caps/>
        </w:rPr>
        <w:t xml:space="preserve"> </w:t>
      </w:r>
    </w:p>
    <w:p w:rsidR="00410CFF" w:rsidRPr="001D460B" w:rsidRDefault="00410CFF" w:rsidP="001D4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  <w:r>
        <w:rPr>
          <w:b/>
        </w:rPr>
        <w:t>Основы безопасности жизнедеятельности</w:t>
      </w:r>
    </w:p>
    <w:p w:rsidR="00410CFF" w:rsidRPr="001D460B" w:rsidRDefault="00410CFF" w:rsidP="001D4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1D460B">
        <w:rPr>
          <w:b/>
        </w:rPr>
        <w:t>1. Область применения программы</w:t>
      </w:r>
    </w:p>
    <w:p w:rsidR="00410CFF" w:rsidRPr="001D460B" w:rsidRDefault="00410CFF" w:rsidP="00E5531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1D460B">
        <w:t>Рабочая программа учебной дисциплины является частью примерной основной профессиональ</w:t>
      </w:r>
      <w:bookmarkStart w:id="0" w:name="_GoBack"/>
      <w:bookmarkEnd w:id="0"/>
      <w:r w:rsidRPr="001D460B">
        <w:t xml:space="preserve">ной образовательной программы в соответствии с ФГОС СПО по специальности </w:t>
      </w:r>
      <w:r w:rsidRPr="00CF54F8">
        <w:rPr>
          <w:noProof/>
        </w:rPr>
        <w:t xml:space="preserve">35.02.07 </w:t>
      </w:r>
      <w:r>
        <w:rPr>
          <w:noProof/>
        </w:rPr>
        <w:t xml:space="preserve">«Механизация сельского хозяйства» </w:t>
      </w:r>
      <w:r w:rsidRPr="00CF54F8">
        <w:rPr>
          <w:noProof/>
        </w:rPr>
        <w:t>(Зарегистрировано в Минюсте России 30.05.2014 N 32506)</w:t>
      </w:r>
      <w:r>
        <w:rPr>
          <w:noProof/>
        </w:rPr>
        <w:t>.</w:t>
      </w:r>
      <w:r w:rsidRPr="001D460B">
        <w:t xml:space="preserve"> </w:t>
      </w:r>
      <w:r>
        <w:t xml:space="preserve">В </w:t>
      </w:r>
      <w:r w:rsidRPr="001D460B">
        <w:t>результате освоения дисциплины обучающийся осваивает элементы общих компетенций:</w:t>
      </w:r>
    </w:p>
    <w:p w:rsidR="00410CFF" w:rsidRPr="001D460B" w:rsidRDefault="00410CFF" w:rsidP="001D460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D460B">
        <w:rPr>
          <w:b/>
        </w:rPr>
        <w:t xml:space="preserve">2. Место дисциплины в структуре основной профессиональной образовательной программы: </w:t>
      </w:r>
      <w:r w:rsidRPr="004571B1">
        <w:t>общ</w:t>
      </w:r>
      <w:r>
        <w:t xml:space="preserve">еобразовательный </w:t>
      </w:r>
      <w:r w:rsidRPr="004571B1">
        <w:t xml:space="preserve"> цикл</w:t>
      </w:r>
      <w:r>
        <w:t>.</w:t>
      </w:r>
    </w:p>
    <w:p w:rsidR="00410CFF" w:rsidRPr="001D460B" w:rsidRDefault="00410CFF" w:rsidP="001D460B">
      <w:pPr>
        <w:tabs>
          <w:tab w:val="left" w:pos="1134"/>
        </w:tabs>
        <w:spacing w:line="276" w:lineRule="auto"/>
        <w:ind w:firstLine="709"/>
        <w:rPr>
          <w:b/>
        </w:rPr>
      </w:pPr>
      <w:r w:rsidRPr="001D460B">
        <w:rPr>
          <w:b/>
        </w:rPr>
        <w:t>3. Цель и планируемые результаты освоения дисциплины:</w:t>
      </w:r>
    </w:p>
    <w:p w:rsidR="00410CFF" w:rsidRDefault="00410CFF" w:rsidP="00BF4239">
      <w:pPr>
        <w:spacing w:line="276" w:lineRule="auto"/>
        <w:ind w:firstLine="709"/>
        <w:jc w:val="both"/>
      </w:pPr>
      <w:r>
        <w:t>В результате освоения дисциплины обучающийся должен уметь: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организовывать и проводить мероприятия по защите работающих и населения от негативных воздействий чрезвычайных ситуаций;                            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использовать средства индивидуальной и коллективной защиты от оружия массового поражения;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применять первичные средства пожаротушения;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ориентироваться в перечне военно-учетных специальностей и самостоятельно определять среди них родственные полученной профессии; 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профессией; 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владеть способами бесконфликтного общения и саморегуляции в повседневной деятельности и экстремальных условиях военной службы;             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оказывать первую помощь пострадавшим;</w:t>
      </w:r>
    </w:p>
    <w:p w:rsidR="00410CFF" w:rsidRDefault="00410CFF" w:rsidP="00BF4239">
      <w:pPr>
        <w:spacing w:line="276" w:lineRule="auto"/>
        <w:ind w:firstLine="709"/>
        <w:jc w:val="both"/>
      </w:pPr>
      <w:r>
        <w:t>В результате освоения дисциплины обучающийся должен знать: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основы военной службы и обороны государства;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задачи и основные мероприятия гражданской обороны;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способы защиты населения от оружия массового поражения;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меры пожарной безопасности и правила безопасного поведения при пожарах;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организацию и порядок призыва граждан на военную службу и поступления на нее в добровольном порядке;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профессиям;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область применения получаемых профессиональных знаний при исполнении обязанностей военной службы; </w:t>
      </w:r>
    </w:p>
    <w:p w:rsidR="00410CFF" w:rsidRDefault="00410CFF" w:rsidP="007E4E77">
      <w:pPr>
        <w:tabs>
          <w:tab w:val="left" w:pos="993"/>
        </w:tabs>
        <w:spacing w:line="276" w:lineRule="auto"/>
        <w:ind w:firstLine="709"/>
        <w:jc w:val="both"/>
        <w:rPr>
          <w:b/>
        </w:rPr>
      </w:pPr>
      <w:r>
        <w:t>-</w:t>
      </w:r>
      <w:r>
        <w:tab/>
        <w:t>порядок и правила оказания первой помощи пострадавшим</w:t>
      </w:r>
    </w:p>
    <w:p w:rsidR="00410CFF" w:rsidRDefault="00410CFF" w:rsidP="00165ED7">
      <w:pPr>
        <w:ind w:firstLine="709"/>
        <w:rPr>
          <w:b/>
        </w:rPr>
      </w:pPr>
    </w:p>
    <w:p w:rsidR="00410CFF" w:rsidRDefault="00410CFF" w:rsidP="00165ED7">
      <w:pPr>
        <w:ind w:firstLine="709"/>
        <w:rPr>
          <w:b/>
        </w:rPr>
      </w:pPr>
    </w:p>
    <w:p w:rsidR="00410CFF" w:rsidRPr="00165ED7" w:rsidRDefault="00410CFF" w:rsidP="00165ED7">
      <w:pPr>
        <w:ind w:firstLine="709"/>
        <w:rPr>
          <w:b/>
        </w:rPr>
      </w:pPr>
      <w:r w:rsidRPr="00165ED7">
        <w:rPr>
          <w:b/>
        </w:rPr>
        <w:t>4. Рекомендуемое количество часов на освоение учебной дисциплины.</w:t>
      </w:r>
    </w:p>
    <w:p w:rsidR="00410CFF" w:rsidRPr="004B56C1" w:rsidRDefault="00410CFF" w:rsidP="00165ED7">
      <w:pPr>
        <w:ind w:firstLine="709"/>
        <w:jc w:val="both"/>
      </w:pPr>
      <w:r w:rsidRPr="004B56C1">
        <w:t xml:space="preserve">В соответствии с ФГОС по специальности </w:t>
      </w:r>
      <w:r w:rsidRPr="00CF54F8">
        <w:rPr>
          <w:noProof/>
        </w:rPr>
        <w:t xml:space="preserve">23.02.03 </w:t>
      </w:r>
      <w:r>
        <w:rPr>
          <w:noProof/>
        </w:rPr>
        <w:t>«</w:t>
      </w:r>
      <w:r w:rsidRPr="00CF54F8">
        <w:rPr>
          <w:noProof/>
        </w:rPr>
        <w:t>Техническое обслуживание и р</w:t>
      </w:r>
      <w:r>
        <w:rPr>
          <w:noProof/>
        </w:rPr>
        <w:t xml:space="preserve">емонт автомобильного транспорта», </w:t>
      </w:r>
      <w:r w:rsidRPr="00CF54F8">
        <w:rPr>
          <w:noProof/>
        </w:rPr>
        <w:t xml:space="preserve">35.02.07 </w:t>
      </w:r>
      <w:r>
        <w:rPr>
          <w:noProof/>
        </w:rPr>
        <w:t>«Механизация сельского хозяйства»</w:t>
      </w:r>
      <w:r w:rsidRPr="004B56C1">
        <w:t xml:space="preserve"> по учебному плану на освоение учебной дисциплины «</w:t>
      </w:r>
      <w:r>
        <w:t>ОБЖ</w:t>
      </w:r>
      <w:r w:rsidRPr="004B56C1">
        <w:t>» отводится:</w:t>
      </w:r>
    </w:p>
    <w:p w:rsidR="00410CFF" w:rsidRPr="004B56C1" w:rsidRDefault="00410CFF" w:rsidP="00165ED7">
      <w:pPr>
        <w:jc w:val="both"/>
      </w:pPr>
      <w:r w:rsidRPr="004B56C1">
        <w:t>максимальной учебной нагрузки студента 1</w:t>
      </w:r>
      <w:r>
        <w:t>0</w:t>
      </w:r>
      <w:r w:rsidRPr="004B56C1">
        <w:t xml:space="preserve">5 часа; </w:t>
      </w:r>
    </w:p>
    <w:p w:rsidR="00410CFF" w:rsidRPr="004B56C1" w:rsidRDefault="00410CFF" w:rsidP="00165ED7">
      <w:pPr>
        <w:jc w:val="both"/>
      </w:pPr>
      <w:r w:rsidRPr="004B56C1">
        <w:t>в том числе обязательной аудиторной учебной нагрузки 7</w:t>
      </w:r>
      <w:r>
        <w:t>0</w:t>
      </w:r>
      <w:r w:rsidRPr="004B56C1">
        <w:t xml:space="preserve"> часов, </w:t>
      </w:r>
    </w:p>
    <w:p w:rsidR="00410CFF" w:rsidRDefault="00410CFF" w:rsidP="000323F1">
      <w:pPr>
        <w:spacing w:line="276" w:lineRule="auto"/>
      </w:pPr>
      <w:r w:rsidRPr="004B56C1">
        <w:t xml:space="preserve">самостоятельной работы студента – </w:t>
      </w:r>
      <w:r>
        <w:t>35</w:t>
      </w:r>
      <w:r w:rsidRPr="004B56C1">
        <w:t xml:space="preserve"> часов.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58"/>
        <w:gridCol w:w="2835"/>
      </w:tblGrid>
      <w:tr w:rsidR="00410CFF" w:rsidTr="00626035">
        <w:tc>
          <w:tcPr>
            <w:tcW w:w="6658" w:type="dxa"/>
            <w:vAlign w:val="center"/>
          </w:tcPr>
          <w:p w:rsidR="00410CFF" w:rsidRPr="00626035" w:rsidRDefault="00410CFF" w:rsidP="000323F1">
            <w:pPr>
              <w:rPr>
                <w:b/>
                <w:sz w:val="22"/>
                <w:szCs w:val="22"/>
              </w:rPr>
            </w:pPr>
            <w:r w:rsidRPr="00626035">
              <w:rPr>
                <w:b/>
                <w:sz w:val="22"/>
                <w:szCs w:val="22"/>
              </w:rPr>
              <w:t>Вид учебной работы</w:t>
            </w:r>
          </w:p>
        </w:tc>
        <w:tc>
          <w:tcPr>
            <w:tcW w:w="2835" w:type="dxa"/>
            <w:vAlign w:val="center"/>
          </w:tcPr>
          <w:p w:rsidR="00410CFF" w:rsidRPr="00626035" w:rsidRDefault="00410CFF" w:rsidP="000323F1">
            <w:pPr>
              <w:rPr>
                <w:b/>
                <w:iCs/>
                <w:sz w:val="22"/>
                <w:szCs w:val="22"/>
              </w:rPr>
            </w:pPr>
            <w:r w:rsidRPr="00626035">
              <w:rPr>
                <w:b/>
                <w:iCs/>
                <w:sz w:val="22"/>
                <w:szCs w:val="22"/>
              </w:rPr>
              <w:t>Объем часов</w:t>
            </w:r>
          </w:p>
        </w:tc>
      </w:tr>
      <w:tr w:rsidR="00410CFF" w:rsidTr="00626035">
        <w:tc>
          <w:tcPr>
            <w:tcW w:w="6658" w:type="dxa"/>
            <w:vAlign w:val="center"/>
          </w:tcPr>
          <w:p w:rsidR="00410CFF" w:rsidRPr="00626035" w:rsidRDefault="00410CFF" w:rsidP="000323F1">
            <w:pPr>
              <w:rPr>
                <w:b/>
                <w:sz w:val="22"/>
                <w:szCs w:val="22"/>
              </w:rPr>
            </w:pPr>
            <w:r w:rsidRPr="00626035">
              <w:rPr>
                <w:b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2835" w:type="dxa"/>
            <w:vAlign w:val="center"/>
          </w:tcPr>
          <w:p w:rsidR="00410CFF" w:rsidRPr="00626035" w:rsidRDefault="00410CFF" w:rsidP="00626035">
            <w:pPr>
              <w:jc w:val="center"/>
              <w:rPr>
                <w:iCs/>
                <w:sz w:val="22"/>
                <w:szCs w:val="22"/>
              </w:rPr>
            </w:pPr>
            <w:r w:rsidRPr="00626035">
              <w:rPr>
                <w:iCs/>
                <w:sz w:val="22"/>
                <w:szCs w:val="22"/>
              </w:rPr>
              <w:t>105</w:t>
            </w:r>
          </w:p>
        </w:tc>
      </w:tr>
      <w:tr w:rsidR="00410CFF" w:rsidTr="00626035">
        <w:tc>
          <w:tcPr>
            <w:tcW w:w="6658" w:type="dxa"/>
            <w:vAlign w:val="center"/>
          </w:tcPr>
          <w:p w:rsidR="00410CFF" w:rsidRPr="00626035" w:rsidRDefault="00410CFF" w:rsidP="000323F1">
            <w:pPr>
              <w:rPr>
                <w:b/>
                <w:sz w:val="22"/>
                <w:szCs w:val="22"/>
              </w:rPr>
            </w:pPr>
            <w:r w:rsidRPr="00626035">
              <w:rPr>
                <w:b/>
                <w:sz w:val="22"/>
                <w:szCs w:val="22"/>
              </w:rPr>
              <w:t xml:space="preserve">Самостоятельная работа </w:t>
            </w:r>
            <w:r w:rsidRPr="00626035">
              <w:rPr>
                <w:b/>
                <w:i/>
                <w:sz w:val="22"/>
                <w:szCs w:val="22"/>
              </w:rPr>
              <w:t>(не более 30%)</w:t>
            </w:r>
          </w:p>
        </w:tc>
        <w:tc>
          <w:tcPr>
            <w:tcW w:w="2835" w:type="dxa"/>
            <w:vAlign w:val="center"/>
          </w:tcPr>
          <w:p w:rsidR="00410CFF" w:rsidRPr="00626035" w:rsidRDefault="00410CFF" w:rsidP="00626035">
            <w:pPr>
              <w:jc w:val="center"/>
              <w:rPr>
                <w:iCs/>
                <w:sz w:val="22"/>
                <w:szCs w:val="22"/>
              </w:rPr>
            </w:pPr>
            <w:r w:rsidRPr="00626035">
              <w:rPr>
                <w:iCs/>
                <w:sz w:val="22"/>
                <w:szCs w:val="22"/>
              </w:rPr>
              <w:t>35</w:t>
            </w:r>
          </w:p>
        </w:tc>
      </w:tr>
      <w:tr w:rsidR="00410CFF" w:rsidTr="00626035">
        <w:tc>
          <w:tcPr>
            <w:tcW w:w="6658" w:type="dxa"/>
            <w:vAlign w:val="center"/>
          </w:tcPr>
          <w:p w:rsidR="00410CFF" w:rsidRPr="00626035" w:rsidRDefault="00410CFF" w:rsidP="000323F1">
            <w:pPr>
              <w:rPr>
                <w:b/>
                <w:sz w:val="22"/>
                <w:szCs w:val="22"/>
              </w:rPr>
            </w:pPr>
            <w:r w:rsidRPr="00626035">
              <w:rPr>
                <w:b/>
                <w:sz w:val="22"/>
                <w:szCs w:val="22"/>
              </w:rPr>
              <w:t xml:space="preserve">Обязательная учебная нагрузка </w:t>
            </w:r>
          </w:p>
        </w:tc>
        <w:tc>
          <w:tcPr>
            <w:tcW w:w="2835" w:type="dxa"/>
            <w:vAlign w:val="center"/>
          </w:tcPr>
          <w:p w:rsidR="00410CFF" w:rsidRPr="00626035" w:rsidRDefault="00410CFF" w:rsidP="00626035">
            <w:pPr>
              <w:jc w:val="center"/>
              <w:rPr>
                <w:iCs/>
                <w:sz w:val="22"/>
                <w:szCs w:val="22"/>
              </w:rPr>
            </w:pPr>
            <w:r w:rsidRPr="00626035">
              <w:rPr>
                <w:iCs/>
                <w:sz w:val="22"/>
                <w:szCs w:val="22"/>
              </w:rPr>
              <w:t>70</w:t>
            </w:r>
          </w:p>
        </w:tc>
      </w:tr>
      <w:tr w:rsidR="00410CFF" w:rsidTr="00626035">
        <w:tc>
          <w:tcPr>
            <w:tcW w:w="9493" w:type="dxa"/>
            <w:gridSpan w:val="2"/>
            <w:vAlign w:val="center"/>
          </w:tcPr>
          <w:p w:rsidR="00410CFF" w:rsidRPr="00626035" w:rsidRDefault="00410CFF" w:rsidP="00626035">
            <w:pPr>
              <w:spacing w:line="276" w:lineRule="auto"/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в том числе:</w:t>
            </w:r>
          </w:p>
        </w:tc>
      </w:tr>
      <w:tr w:rsidR="00410CFF" w:rsidTr="00626035">
        <w:tc>
          <w:tcPr>
            <w:tcW w:w="6658" w:type="dxa"/>
            <w:vAlign w:val="center"/>
          </w:tcPr>
          <w:p w:rsidR="00410CFF" w:rsidRPr="00626035" w:rsidRDefault="00410CFF" w:rsidP="000323F1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теоретическое обучение</w:t>
            </w:r>
          </w:p>
        </w:tc>
        <w:tc>
          <w:tcPr>
            <w:tcW w:w="2835" w:type="dxa"/>
            <w:vAlign w:val="center"/>
          </w:tcPr>
          <w:p w:rsidR="00410CFF" w:rsidRPr="00626035" w:rsidRDefault="00410CFF" w:rsidP="00626035">
            <w:pPr>
              <w:jc w:val="center"/>
              <w:rPr>
                <w:iCs/>
                <w:sz w:val="22"/>
                <w:szCs w:val="22"/>
              </w:rPr>
            </w:pPr>
            <w:r w:rsidRPr="00626035">
              <w:rPr>
                <w:iCs/>
                <w:sz w:val="22"/>
                <w:szCs w:val="22"/>
              </w:rPr>
              <w:t>70</w:t>
            </w:r>
          </w:p>
        </w:tc>
      </w:tr>
      <w:tr w:rsidR="00410CFF" w:rsidTr="00626035">
        <w:tc>
          <w:tcPr>
            <w:tcW w:w="6658" w:type="dxa"/>
            <w:vAlign w:val="center"/>
          </w:tcPr>
          <w:p w:rsidR="00410CFF" w:rsidRPr="00626035" w:rsidRDefault="00410CFF" w:rsidP="000323F1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лабораторные занятия (если предусмотрено)</w:t>
            </w:r>
          </w:p>
        </w:tc>
        <w:tc>
          <w:tcPr>
            <w:tcW w:w="2835" w:type="dxa"/>
            <w:vAlign w:val="center"/>
          </w:tcPr>
          <w:p w:rsidR="00410CFF" w:rsidRPr="00626035" w:rsidRDefault="00410CFF" w:rsidP="00626035">
            <w:pPr>
              <w:jc w:val="center"/>
              <w:rPr>
                <w:iCs/>
                <w:sz w:val="22"/>
                <w:szCs w:val="22"/>
              </w:rPr>
            </w:pPr>
            <w:r w:rsidRPr="00626035">
              <w:rPr>
                <w:iCs/>
                <w:sz w:val="22"/>
                <w:szCs w:val="22"/>
              </w:rPr>
              <w:t>-</w:t>
            </w:r>
          </w:p>
        </w:tc>
      </w:tr>
      <w:tr w:rsidR="00410CFF" w:rsidTr="00626035">
        <w:tc>
          <w:tcPr>
            <w:tcW w:w="6658" w:type="dxa"/>
            <w:vAlign w:val="center"/>
          </w:tcPr>
          <w:p w:rsidR="00410CFF" w:rsidRPr="00626035" w:rsidRDefault="00410CFF" w:rsidP="000323F1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практические занятия (если предусмотрено)</w:t>
            </w:r>
          </w:p>
        </w:tc>
        <w:tc>
          <w:tcPr>
            <w:tcW w:w="2835" w:type="dxa"/>
            <w:vAlign w:val="center"/>
          </w:tcPr>
          <w:p w:rsidR="00410CFF" w:rsidRPr="00626035" w:rsidRDefault="00410CFF" w:rsidP="00626035">
            <w:pPr>
              <w:jc w:val="center"/>
              <w:rPr>
                <w:iCs/>
                <w:sz w:val="22"/>
                <w:szCs w:val="22"/>
              </w:rPr>
            </w:pPr>
          </w:p>
        </w:tc>
      </w:tr>
      <w:tr w:rsidR="00410CFF" w:rsidTr="00626035">
        <w:tc>
          <w:tcPr>
            <w:tcW w:w="6658" w:type="dxa"/>
            <w:vAlign w:val="center"/>
          </w:tcPr>
          <w:p w:rsidR="00410CFF" w:rsidRPr="00626035" w:rsidRDefault="00410CFF" w:rsidP="000323F1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курсовая работа (проект) (если предусмотрено)</w:t>
            </w:r>
          </w:p>
        </w:tc>
        <w:tc>
          <w:tcPr>
            <w:tcW w:w="2835" w:type="dxa"/>
            <w:vAlign w:val="center"/>
          </w:tcPr>
          <w:p w:rsidR="00410CFF" w:rsidRPr="00626035" w:rsidRDefault="00410CFF" w:rsidP="00626035">
            <w:pPr>
              <w:jc w:val="center"/>
              <w:rPr>
                <w:iCs/>
                <w:sz w:val="22"/>
                <w:szCs w:val="22"/>
              </w:rPr>
            </w:pPr>
            <w:r w:rsidRPr="00626035">
              <w:rPr>
                <w:iCs/>
                <w:sz w:val="22"/>
                <w:szCs w:val="22"/>
              </w:rPr>
              <w:t>-</w:t>
            </w:r>
          </w:p>
        </w:tc>
      </w:tr>
      <w:tr w:rsidR="00410CFF" w:rsidTr="00626035">
        <w:tc>
          <w:tcPr>
            <w:tcW w:w="6658" w:type="dxa"/>
            <w:vAlign w:val="center"/>
          </w:tcPr>
          <w:p w:rsidR="00410CFF" w:rsidRPr="00626035" w:rsidRDefault="00410CFF" w:rsidP="000323F1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2835" w:type="dxa"/>
            <w:vAlign w:val="center"/>
          </w:tcPr>
          <w:p w:rsidR="00410CFF" w:rsidRPr="00626035" w:rsidRDefault="00410CFF" w:rsidP="00626035">
            <w:pPr>
              <w:jc w:val="center"/>
              <w:rPr>
                <w:iCs/>
                <w:sz w:val="22"/>
                <w:szCs w:val="22"/>
              </w:rPr>
            </w:pPr>
            <w:r w:rsidRPr="00626035">
              <w:rPr>
                <w:iCs/>
                <w:sz w:val="22"/>
                <w:szCs w:val="22"/>
              </w:rPr>
              <w:t>-</w:t>
            </w:r>
          </w:p>
        </w:tc>
      </w:tr>
      <w:tr w:rsidR="00410CFF" w:rsidTr="00626035">
        <w:tc>
          <w:tcPr>
            <w:tcW w:w="9493" w:type="dxa"/>
            <w:gridSpan w:val="2"/>
          </w:tcPr>
          <w:p w:rsidR="00410CFF" w:rsidRPr="00626035" w:rsidRDefault="00410CFF" w:rsidP="00626035">
            <w:pPr>
              <w:jc w:val="center"/>
              <w:rPr>
                <w:iCs/>
                <w:sz w:val="22"/>
                <w:szCs w:val="22"/>
              </w:rPr>
            </w:pPr>
            <w:r w:rsidRPr="00626035">
              <w:rPr>
                <w:b/>
                <w:iCs/>
                <w:sz w:val="22"/>
                <w:szCs w:val="22"/>
              </w:rPr>
              <w:t xml:space="preserve">Промежуточная аттестация проводится в форме </w:t>
            </w:r>
            <w:r w:rsidRPr="00626035">
              <w:rPr>
                <w:i/>
                <w:iCs/>
                <w:sz w:val="22"/>
                <w:szCs w:val="22"/>
              </w:rPr>
              <w:t>(указать) дифференцированного зачета</w:t>
            </w:r>
          </w:p>
        </w:tc>
      </w:tr>
      <w:tr w:rsidR="00410CFF" w:rsidTr="00626035">
        <w:tc>
          <w:tcPr>
            <w:tcW w:w="94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CFF" w:rsidRPr="00626035" w:rsidRDefault="00410CFF" w:rsidP="00626035">
            <w:pPr>
              <w:spacing w:line="276" w:lineRule="auto"/>
              <w:rPr>
                <w:b/>
                <w:iCs/>
                <w:sz w:val="22"/>
                <w:szCs w:val="22"/>
              </w:rPr>
            </w:pPr>
          </w:p>
          <w:p w:rsidR="00410CFF" w:rsidRPr="00626035" w:rsidRDefault="00410CFF" w:rsidP="00626035">
            <w:pPr>
              <w:spacing w:line="276" w:lineRule="auto"/>
              <w:rPr>
                <w:sz w:val="22"/>
                <w:szCs w:val="22"/>
              </w:rPr>
            </w:pPr>
            <w:r w:rsidRPr="00626035">
              <w:rPr>
                <w:b/>
                <w:iCs/>
                <w:sz w:val="22"/>
                <w:szCs w:val="22"/>
              </w:rPr>
              <w:t>Содержание учебного материала</w:t>
            </w:r>
            <w:r w:rsidRPr="00626035">
              <w:rPr>
                <w:sz w:val="22"/>
                <w:szCs w:val="22"/>
              </w:rPr>
              <w:t xml:space="preserve"> </w:t>
            </w:r>
          </w:p>
          <w:p w:rsidR="00410CFF" w:rsidRPr="00626035" w:rsidRDefault="00410CFF" w:rsidP="00626035">
            <w:pPr>
              <w:spacing w:line="276" w:lineRule="auto"/>
              <w:rPr>
                <w:b/>
                <w:iCs/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Введение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Раздел 1.</w:t>
            </w:r>
            <w:r w:rsidRPr="00626035">
              <w:rPr>
                <w:sz w:val="22"/>
                <w:szCs w:val="22"/>
              </w:rPr>
              <w:tab/>
              <w:t>Обеспечение личной безопасности и сохранение здоровья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1.1.</w:t>
            </w:r>
            <w:r w:rsidRPr="00626035">
              <w:rPr>
                <w:sz w:val="22"/>
                <w:szCs w:val="22"/>
              </w:rPr>
              <w:tab/>
              <w:t>Здоровье и здоровый образ жизни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1.2.</w:t>
            </w:r>
            <w:r w:rsidRPr="00626035">
              <w:rPr>
                <w:sz w:val="22"/>
                <w:szCs w:val="22"/>
              </w:rPr>
              <w:tab/>
              <w:t>Обеспечение личной безопасности в повседневной жизни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Раздел 2.</w:t>
            </w:r>
            <w:r w:rsidRPr="00626035">
              <w:rPr>
                <w:sz w:val="22"/>
                <w:szCs w:val="22"/>
              </w:rPr>
              <w:tab/>
              <w:t>Государственная система обеспечения безопасности населения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2.1.</w:t>
            </w:r>
            <w:r w:rsidRPr="00626035">
              <w:rPr>
                <w:sz w:val="22"/>
                <w:szCs w:val="22"/>
              </w:rPr>
              <w:tab/>
              <w:t>Единая государственная система РСЧС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2.2.</w:t>
            </w:r>
            <w:r w:rsidRPr="00626035">
              <w:rPr>
                <w:sz w:val="22"/>
                <w:szCs w:val="22"/>
              </w:rPr>
              <w:tab/>
              <w:t>Гражданская оборона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Раздел 3.</w:t>
            </w:r>
            <w:r w:rsidRPr="00626035">
              <w:rPr>
                <w:sz w:val="22"/>
                <w:szCs w:val="22"/>
              </w:rPr>
              <w:tab/>
              <w:t>Основы обороны государства и воинская обязанность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3.1.</w:t>
            </w:r>
            <w:r w:rsidRPr="00626035">
              <w:rPr>
                <w:sz w:val="22"/>
                <w:szCs w:val="22"/>
              </w:rPr>
              <w:tab/>
              <w:t>История создания Вооруженных Сил России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3.2.</w:t>
            </w:r>
            <w:r w:rsidRPr="00626035">
              <w:rPr>
                <w:sz w:val="22"/>
                <w:szCs w:val="22"/>
              </w:rPr>
              <w:tab/>
              <w:t>Организационная структура Вооруженных Сил Российской Федерации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3.3.</w:t>
            </w:r>
            <w:r w:rsidRPr="00626035">
              <w:rPr>
                <w:sz w:val="22"/>
                <w:szCs w:val="22"/>
              </w:rPr>
              <w:tab/>
              <w:t>Воинская обязанность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3.4.</w:t>
            </w:r>
            <w:r w:rsidRPr="00626035">
              <w:rPr>
                <w:sz w:val="22"/>
                <w:szCs w:val="22"/>
              </w:rPr>
              <w:tab/>
              <w:t>Обязательная подготовка граждан к военной службе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3.5.</w:t>
            </w:r>
            <w:r w:rsidRPr="00626035">
              <w:rPr>
                <w:sz w:val="22"/>
                <w:szCs w:val="22"/>
              </w:rPr>
              <w:tab/>
              <w:t>Призыв на военную службу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3.6.</w:t>
            </w:r>
            <w:r w:rsidRPr="00626035">
              <w:rPr>
                <w:sz w:val="22"/>
                <w:szCs w:val="22"/>
              </w:rPr>
              <w:tab/>
              <w:t>Прохождение военной службы по контракту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3.7.</w:t>
            </w:r>
            <w:r w:rsidRPr="00626035">
              <w:rPr>
                <w:sz w:val="22"/>
                <w:szCs w:val="22"/>
              </w:rPr>
              <w:tab/>
              <w:t>Альтернативная гражданская служба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3.8.</w:t>
            </w:r>
            <w:r w:rsidRPr="00626035">
              <w:rPr>
                <w:sz w:val="22"/>
                <w:szCs w:val="22"/>
              </w:rPr>
              <w:tab/>
              <w:t>Качества личности военнослужащего как защитника Отечества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3.9.</w:t>
            </w:r>
            <w:r w:rsidRPr="00626035">
              <w:rPr>
                <w:sz w:val="22"/>
                <w:szCs w:val="22"/>
              </w:rPr>
              <w:tab/>
              <w:t>Как стать офицером Российской армии.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3.10.</w:t>
            </w:r>
            <w:r w:rsidRPr="00626035">
              <w:rPr>
                <w:sz w:val="22"/>
                <w:szCs w:val="22"/>
              </w:rPr>
              <w:tab/>
              <w:t>Боевые традиции Вооруженных Сил России.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3.11.</w:t>
            </w:r>
            <w:r w:rsidRPr="00626035">
              <w:rPr>
                <w:sz w:val="22"/>
                <w:szCs w:val="22"/>
              </w:rPr>
              <w:tab/>
              <w:t>Ритуалы Вооруженных Сил Российской Федерации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Раздел 4.</w:t>
            </w:r>
            <w:r w:rsidRPr="00626035">
              <w:rPr>
                <w:sz w:val="22"/>
                <w:szCs w:val="22"/>
              </w:rPr>
              <w:tab/>
              <w:t>Основы медицинских знаний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 xml:space="preserve">Тема 4.1. </w:t>
            </w:r>
            <w:r w:rsidRPr="00626035">
              <w:rPr>
                <w:sz w:val="22"/>
                <w:szCs w:val="22"/>
              </w:rPr>
              <w:tab/>
              <w:t>Понятие первой помощи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4.2.</w:t>
            </w:r>
            <w:r w:rsidRPr="00626035">
              <w:rPr>
                <w:sz w:val="22"/>
                <w:szCs w:val="22"/>
              </w:rPr>
              <w:tab/>
              <w:t>Понятие травм и их виды.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4.3.</w:t>
            </w:r>
            <w:r w:rsidRPr="00626035">
              <w:rPr>
                <w:sz w:val="22"/>
                <w:szCs w:val="22"/>
              </w:rPr>
              <w:tab/>
              <w:t>Понятие и виды кровотечений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4.4.</w:t>
            </w:r>
            <w:r w:rsidRPr="00626035">
              <w:rPr>
                <w:sz w:val="22"/>
                <w:szCs w:val="22"/>
              </w:rPr>
              <w:tab/>
              <w:t>Первая помощь при ожогах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4.5.</w:t>
            </w:r>
            <w:r w:rsidRPr="00626035">
              <w:rPr>
                <w:sz w:val="22"/>
                <w:szCs w:val="22"/>
              </w:rPr>
              <w:tab/>
              <w:t>Первая помощь при воздействии низких температур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4.6.</w:t>
            </w:r>
            <w:r w:rsidRPr="00626035">
              <w:rPr>
                <w:sz w:val="22"/>
                <w:szCs w:val="22"/>
              </w:rPr>
              <w:tab/>
              <w:t>Первая помощь при попадании инородных тел в верхние дыхательные пути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4.7.</w:t>
            </w:r>
            <w:r w:rsidRPr="00626035">
              <w:rPr>
                <w:sz w:val="22"/>
                <w:szCs w:val="22"/>
              </w:rPr>
              <w:tab/>
              <w:t>Первая помощь при отравлениях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4.8.</w:t>
            </w:r>
            <w:r w:rsidRPr="00626035">
              <w:rPr>
                <w:sz w:val="22"/>
                <w:szCs w:val="22"/>
              </w:rPr>
              <w:tab/>
              <w:t>Первая помощь при отсутствии сознания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4.9.</w:t>
            </w:r>
            <w:r w:rsidRPr="00626035">
              <w:rPr>
                <w:sz w:val="22"/>
                <w:szCs w:val="22"/>
              </w:rPr>
              <w:tab/>
              <w:t>Основные инфекционные болезни, их классификация и профилактика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4.10.</w:t>
            </w:r>
            <w:r w:rsidRPr="00626035">
              <w:rPr>
                <w:sz w:val="22"/>
                <w:szCs w:val="22"/>
              </w:rPr>
              <w:tab/>
              <w:t>Здоровье родителей и здоровье будущего ребенка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  <w:r w:rsidRPr="00626035">
              <w:rPr>
                <w:sz w:val="22"/>
                <w:szCs w:val="22"/>
              </w:rPr>
              <w:t>Тема 4.11.</w:t>
            </w:r>
            <w:r w:rsidRPr="00626035">
              <w:rPr>
                <w:sz w:val="22"/>
                <w:szCs w:val="22"/>
              </w:rPr>
              <w:tab/>
              <w:t>Основы ухода за младенцем</w:t>
            </w: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</w:p>
          <w:p w:rsidR="00410CFF" w:rsidRPr="00626035" w:rsidRDefault="00410CFF" w:rsidP="001B4916">
            <w:pPr>
              <w:rPr>
                <w:sz w:val="22"/>
                <w:szCs w:val="22"/>
              </w:rPr>
            </w:pPr>
          </w:p>
          <w:p w:rsidR="00410CFF" w:rsidRPr="00626035" w:rsidRDefault="00410CFF" w:rsidP="001B4916">
            <w:pPr>
              <w:rPr>
                <w:iCs/>
                <w:sz w:val="22"/>
                <w:szCs w:val="22"/>
              </w:rPr>
            </w:pPr>
          </w:p>
        </w:tc>
      </w:tr>
    </w:tbl>
    <w:p w:rsidR="00410CFF" w:rsidRDefault="00410CFF" w:rsidP="001B4916">
      <w:pPr>
        <w:spacing w:line="276" w:lineRule="auto"/>
      </w:pPr>
    </w:p>
    <w:sectPr w:rsidR="00410CFF" w:rsidSect="00D501D5">
      <w:footerReference w:type="default" r:id="rId7"/>
      <w:pgSz w:w="11906" w:h="16838"/>
      <w:pgMar w:top="993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CFF" w:rsidRDefault="00410CFF" w:rsidP="00480594">
      <w:r>
        <w:separator/>
      </w:r>
    </w:p>
  </w:endnote>
  <w:endnote w:type="continuationSeparator" w:id="0">
    <w:p w:rsidR="00410CFF" w:rsidRDefault="00410CFF" w:rsidP="00480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CFF" w:rsidRDefault="00410CFF">
    <w:pPr>
      <w:pStyle w:val="Footer"/>
      <w:jc w:val="center"/>
    </w:pPr>
    <w:fldSimple w:instr="PAGE   \* MERGEFORMAT">
      <w:r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CFF" w:rsidRDefault="00410CFF" w:rsidP="00480594">
      <w:r>
        <w:separator/>
      </w:r>
    </w:p>
  </w:footnote>
  <w:footnote w:type="continuationSeparator" w:id="0">
    <w:p w:rsidR="00410CFF" w:rsidRDefault="00410CFF" w:rsidP="004805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90395"/>
    <w:multiLevelType w:val="hybridMultilevel"/>
    <w:tmpl w:val="1AF0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E86A45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7F5F34"/>
    <w:multiLevelType w:val="hybridMultilevel"/>
    <w:tmpl w:val="42D6899A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4B92B904"/>
    <w:lvl w:ilvl="0" w:tplc="442A6178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3A846EE"/>
    <w:multiLevelType w:val="hybridMultilevel"/>
    <w:tmpl w:val="9BC8B558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8535945"/>
    <w:multiLevelType w:val="hybridMultilevel"/>
    <w:tmpl w:val="DB0E504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30F24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FAE044D"/>
    <w:multiLevelType w:val="hybridMultilevel"/>
    <w:tmpl w:val="7818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9C61BD"/>
    <w:multiLevelType w:val="hybridMultilevel"/>
    <w:tmpl w:val="912CAFF2"/>
    <w:lvl w:ilvl="0" w:tplc="F11E9DB6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1A22B6"/>
    <w:multiLevelType w:val="hybridMultilevel"/>
    <w:tmpl w:val="92E4B9F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6153B17"/>
    <w:multiLevelType w:val="hybridMultilevel"/>
    <w:tmpl w:val="368059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A506CCE"/>
    <w:multiLevelType w:val="hybridMultilevel"/>
    <w:tmpl w:val="F17E1F04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61130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250BB7"/>
    <w:multiLevelType w:val="hybridMultilevel"/>
    <w:tmpl w:val="2C38D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B5193A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E5B7BDB"/>
    <w:multiLevelType w:val="hybridMultilevel"/>
    <w:tmpl w:val="9D204582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742B1"/>
    <w:multiLevelType w:val="hybridMultilevel"/>
    <w:tmpl w:val="A79CA3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88531E7"/>
    <w:multiLevelType w:val="hybridMultilevel"/>
    <w:tmpl w:val="F0CEA398"/>
    <w:lvl w:ilvl="0" w:tplc="F11E9DB6">
      <w:start w:val="1"/>
      <w:numFmt w:val="decimal"/>
      <w:lvlText w:val="%1."/>
      <w:lvlJc w:val="left"/>
      <w:pPr>
        <w:ind w:left="1144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9">
    <w:nsid w:val="5CBE223E"/>
    <w:multiLevelType w:val="hybridMultilevel"/>
    <w:tmpl w:val="C294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D8B7609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C1A7A08"/>
    <w:multiLevelType w:val="hybridMultilevel"/>
    <w:tmpl w:val="99002B5E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6D807C0"/>
    <w:multiLevelType w:val="hybridMultilevel"/>
    <w:tmpl w:val="034AA3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7"/>
  </w:num>
  <w:num w:numId="5">
    <w:abstractNumId w:val="2"/>
  </w:num>
  <w:num w:numId="6">
    <w:abstractNumId w:val="11"/>
  </w:num>
  <w:num w:numId="7">
    <w:abstractNumId w:val="15"/>
  </w:num>
  <w:num w:numId="8">
    <w:abstractNumId w:val="19"/>
  </w:num>
  <w:num w:numId="9">
    <w:abstractNumId w:val="21"/>
  </w:num>
  <w:num w:numId="10">
    <w:abstractNumId w:val="4"/>
  </w:num>
  <w:num w:numId="11">
    <w:abstractNumId w:val="5"/>
  </w:num>
  <w:num w:numId="12">
    <w:abstractNumId w:val="18"/>
  </w:num>
  <w:num w:numId="13">
    <w:abstractNumId w:val="3"/>
  </w:num>
  <w:num w:numId="14">
    <w:abstractNumId w:val="20"/>
  </w:num>
  <w:num w:numId="15">
    <w:abstractNumId w:val="6"/>
  </w:num>
  <w:num w:numId="16">
    <w:abstractNumId w:val="14"/>
  </w:num>
  <w:num w:numId="17">
    <w:abstractNumId w:val="12"/>
  </w:num>
  <w:num w:numId="18">
    <w:abstractNumId w:val="10"/>
  </w:num>
  <w:num w:numId="19">
    <w:abstractNumId w:val="17"/>
  </w:num>
  <w:num w:numId="20">
    <w:abstractNumId w:val="8"/>
  </w:num>
  <w:num w:numId="21">
    <w:abstractNumId w:val="13"/>
  </w:num>
  <w:num w:numId="22">
    <w:abstractNumId w:val="22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187"/>
    <w:rsid w:val="000045EE"/>
    <w:rsid w:val="000323F1"/>
    <w:rsid w:val="0004344D"/>
    <w:rsid w:val="000435A0"/>
    <w:rsid w:val="000460DA"/>
    <w:rsid w:val="00047372"/>
    <w:rsid w:val="000671A7"/>
    <w:rsid w:val="000836CA"/>
    <w:rsid w:val="00090455"/>
    <w:rsid w:val="00090464"/>
    <w:rsid w:val="00091511"/>
    <w:rsid w:val="000A27CD"/>
    <w:rsid w:val="000A2E2F"/>
    <w:rsid w:val="000A787B"/>
    <w:rsid w:val="000B5C69"/>
    <w:rsid w:val="000C2E26"/>
    <w:rsid w:val="000C52D0"/>
    <w:rsid w:val="001006FD"/>
    <w:rsid w:val="00145A52"/>
    <w:rsid w:val="00150D2B"/>
    <w:rsid w:val="00154136"/>
    <w:rsid w:val="00160375"/>
    <w:rsid w:val="001617FE"/>
    <w:rsid w:val="001624E6"/>
    <w:rsid w:val="00165ED7"/>
    <w:rsid w:val="00197577"/>
    <w:rsid w:val="001B4916"/>
    <w:rsid w:val="001D4261"/>
    <w:rsid w:val="001D460B"/>
    <w:rsid w:val="00223B83"/>
    <w:rsid w:val="00231288"/>
    <w:rsid w:val="0026185C"/>
    <w:rsid w:val="0026644C"/>
    <w:rsid w:val="00271740"/>
    <w:rsid w:val="002748CF"/>
    <w:rsid w:val="0029698B"/>
    <w:rsid w:val="002A0BE8"/>
    <w:rsid w:val="002B3FA1"/>
    <w:rsid w:val="002C12B5"/>
    <w:rsid w:val="002D0E07"/>
    <w:rsid w:val="00304F2F"/>
    <w:rsid w:val="00307FB5"/>
    <w:rsid w:val="003258E0"/>
    <w:rsid w:val="00327E81"/>
    <w:rsid w:val="0033092E"/>
    <w:rsid w:val="0034610B"/>
    <w:rsid w:val="003600B3"/>
    <w:rsid w:val="00360F7D"/>
    <w:rsid w:val="003630A3"/>
    <w:rsid w:val="003816A6"/>
    <w:rsid w:val="003867E8"/>
    <w:rsid w:val="003A3CDF"/>
    <w:rsid w:val="003C705F"/>
    <w:rsid w:val="003D2376"/>
    <w:rsid w:val="003D2684"/>
    <w:rsid w:val="003D5E52"/>
    <w:rsid w:val="003E7263"/>
    <w:rsid w:val="004041F1"/>
    <w:rsid w:val="004068E9"/>
    <w:rsid w:val="00410CFF"/>
    <w:rsid w:val="00424535"/>
    <w:rsid w:val="0042507A"/>
    <w:rsid w:val="00434A67"/>
    <w:rsid w:val="00437741"/>
    <w:rsid w:val="0045068F"/>
    <w:rsid w:val="00456198"/>
    <w:rsid w:val="004571B1"/>
    <w:rsid w:val="004802D6"/>
    <w:rsid w:val="00480594"/>
    <w:rsid w:val="004967E1"/>
    <w:rsid w:val="004B56C1"/>
    <w:rsid w:val="004B6D2B"/>
    <w:rsid w:val="004D1D5D"/>
    <w:rsid w:val="004E6A08"/>
    <w:rsid w:val="00534ADB"/>
    <w:rsid w:val="0054102D"/>
    <w:rsid w:val="0054542E"/>
    <w:rsid w:val="00554A34"/>
    <w:rsid w:val="005A0AA9"/>
    <w:rsid w:val="005B62AB"/>
    <w:rsid w:val="005D42FE"/>
    <w:rsid w:val="005D6246"/>
    <w:rsid w:val="005F1148"/>
    <w:rsid w:val="005F1B53"/>
    <w:rsid w:val="005F3D46"/>
    <w:rsid w:val="006031CE"/>
    <w:rsid w:val="00625E4F"/>
    <w:rsid w:val="00626035"/>
    <w:rsid w:val="00642187"/>
    <w:rsid w:val="00665765"/>
    <w:rsid w:val="00670A17"/>
    <w:rsid w:val="006746CA"/>
    <w:rsid w:val="006A17E1"/>
    <w:rsid w:val="006A3CA2"/>
    <w:rsid w:val="006B6840"/>
    <w:rsid w:val="006C648A"/>
    <w:rsid w:val="006D05E0"/>
    <w:rsid w:val="006D204B"/>
    <w:rsid w:val="006E0E1B"/>
    <w:rsid w:val="006F2B78"/>
    <w:rsid w:val="00707E62"/>
    <w:rsid w:val="007250BE"/>
    <w:rsid w:val="00736AE6"/>
    <w:rsid w:val="0074312D"/>
    <w:rsid w:val="00760B9A"/>
    <w:rsid w:val="007616B5"/>
    <w:rsid w:val="0076234B"/>
    <w:rsid w:val="00767DD0"/>
    <w:rsid w:val="00770462"/>
    <w:rsid w:val="00794940"/>
    <w:rsid w:val="007A7B05"/>
    <w:rsid w:val="007C27E7"/>
    <w:rsid w:val="007D1049"/>
    <w:rsid w:val="007D1D99"/>
    <w:rsid w:val="007E4E77"/>
    <w:rsid w:val="007F7880"/>
    <w:rsid w:val="008060A8"/>
    <w:rsid w:val="008153F9"/>
    <w:rsid w:val="0081719A"/>
    <w:rsid w:val="008346B0"/>
    <w:rsid w:val="0085711A"/>
    <w:rsid w:val="0086194C"/>
    <w:rsid w:val="00870568"/>
    <w:rsid w:val="00875424"/>
    <w:rsid w:val="00881D3F"/>
    <w:rsid w:val="00893BA9"/>
    <w:rsid w:val="008C15F2"/>
    <w:rsid w:val="008C1702"/>
    <w:rsid w:val="008C6D7C"/>
    <w:rsid w:val="008D023D"/>
    <w:rsid w:val="008E3D82"/>
    <w:rsid w:val="008E5501"/>
    <w:rsid w:val="008F071A"/>
    <w:rsid w:val="0090200C"/>
    <w:rsid w:val="00911E2E"/>
    <w:rsid w:val="00930302"/>
    <w:rsid w:val="00946BC2"/>
    <w:rsid w:val="009475ED"/>
    <w:rsid w:val="00955F35"/>
    <w:rsid w:val="00973D95"/>
    <w:rsid w:val="00974526"/>
    <w:rsid w:val="0097613C"/>
    <w:rsid w:val="009E308E"/>
    <w:rsid w:val="009F08EA"/>
    <w:rsid w:val="009F159E"/>
    <w:rsid w:val="00A10A91"/>
    <w:rsid w:val="00A37F49"/>
    <w:rsid w:val="00A46446"/>
    <w:rsid w:val="00A50CD6"/>
    <w:rsid w:val="00A900C6"/>
    <w:rsid w:val="00A94E21"/>
    <w:rsid w:val="00AA2C9E"/>
    <w:rsid w:val="00AC24FC"/>
    <w:rsid w:val="00AE358D"/>
    <w:rsid w:val="00AF49D1"/>
    <w:rsid w:val="00B11C2E"/>
    <w:rsid w:val="00B24323"/>
    <w:rsid w:val="00B3185E"/>
    <w:rsid w:val="00B37585"/>
    <w:rsid w:val="00B6023C"/>
    <w:rsid w:val="00B9384A"/>
    <w:rsid w:val="00B93C0E"/>
    <w:rsid w:val="00BA6F1D"/>
    <w:rsid w:val="00BC32C8"/>
    <w:rsid w:val="00BD0912"/>
    <w:rsid w:val="00BF0788"/>
    <w:rsid w:val="00BF0F7D"/>
    <w:rsid w:val="00BF4239"/>
    <w:rsid w:val="00C26221"/>
    <w:rsid w:val="00C34939"/>
    <w:rsid w:val="00C359F0"/>
    <w:rsid w:val="00C53D4E"/>
    <w:rsid w:val="00C567EB"/>
    <w:rsid w:val="00C57ABF"/>
    <w:rsid w:val="00C62D4E"/>
    <w:rsid w:val="00C71C67"/>
    <w:rsid w:val="00C72B29"/>
    <w:rsid w:val="00C77DD1"/>
    <w:rsid w:val="00CA19BE"/>
    <w:rsid w:val="00CA37F9"/>
    <w:rsid w:val="00CA3FF7"/>
    <w:rsid w:val="00CF0A33"/>
    <w:rsid w:val="00CF54F8"/>
    <w:rsid w:val="00D0134A"/>
    <w:rsid w:val="00D121FF"/>
    <w:rsid w:val="00D17EFB"/>
    <w:rsid w:val="00D2708E"/>
    <w:rsid w:val="00D501D5"/>
    <w:rsid w:val="00D64B10"/>
    <w:rsid w:val="00D76B98"/>
    <w:rsid w:val="00D775F3"/>
    <w:rsid w:val="00D837B4"/>
    <w:rsid w:val="00D86205"/>
    <w:rsid w:val="00D92DE9"/>
    <w:rsid w:val="00DA617C"/>
    <w:rsid w:val="00DD045C"/>
    <w:rsid w:val="00DF3535"/>
    <w:rsid w:val="00E00FF5"/>
    <w:rsid w:val="00E018F4"/>
    <w:rsid w:val="00E153BC"/>
    <w:rsid w:val="00E35CA3"/>
    <w:rsid w:val="00E55312"/>
    <w:rsid w:val="00E71413"/>
    <w:rsid w:val="00E72243"/>
    <w:rsid w:val="00E74B97"/>
    <w:rsid w:val="00E83FF2"/>
    <w:rsid w:val="00E902B1"/>
    <w:rsid w:val="00E94CEA"/>
    <w:rsid w:val="00EA1FE1"/>
    <w:rsid w:val="00EB1EC6"/>
    <w:rsid w:val="00EB4E58"/>
    <w:rsid w:val="00EB6E00"/>
    <w:rsid w:val="00EC6FE5"/>
    <w:rsid w:val="00EE0735"/>
    <w:rsid w:val="00F16E20"/>
    <w:rsid w:val="00F22A63"/>
    <w:rsid w:val="00F27DBD"/>
    <w:rsid w:val="00F84200"/>
    <w:rsid w:val="00FA0710"/>
    <w:rsid w:val="00FB0454"/>
    <w:rsid w:val="00FB5FFC"/>
    <w:rsid w:val="00FD3044"/>
    <w:rsid w:val="00FF3C42"/>
    <w:rsid w:val="00FF3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FF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0A17"/>
    <w:pPr>
      <w:keepNext/>
      <w:autoSpaceDE w:val="0"/>
      <w:autoSpaceDN w:val="0"/>
      <w:ind w:firstLine="284"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70A1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642187"/>
    <w:rPr>
      <w:rFonts w:ascii="Times New Roman" w:hAnsi="Times New Roman"/>
      <w:sz w:val="22"/>
    </w:rPr>
  </w:style>
  <w:style w:type="paragraph" w:styleId="ListParagraph">
    <w:name w:val="List Paragraph"/>
    <w:basedOn w:val="Normal"/>
    <w:uiPriority w:val="99"/>
    <w:qFormat/>
    <w:rsid w:val="00EE0735"/>
    <w:pPr>
      <w:ind w:left="720"/>
      <w:contextualSpacing/>
    </w:pPr>
  </w:style>
  <w:style w:type="paragraph" w:customStyle="1" w:styleId="Default">
    <w:name w:val="Default"/>
    <w:uiPriority w:val="99"/>
    <w:rsid w:val="000A27C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table" w:styleId="TableGrid">
    <w:name w:val="Table Grid"/>
    <w:basedOn w:val="TableNormal"/>
    <w:uiPriority w:val="99"/>
    <w:rsid w:val="00307F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33092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258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58E0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3C705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8059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059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48059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059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Основной текст1"/>
    <w:uiPriority w:val="99"/>
    <w:rsid w:val="009F159E"/>
    <w:rPr>
      <w:rFonts w:ascii="Century Schoolbook" w:eastAsia="Times New Roman" w:hAnsi="Century Schoolbook"/>
      <w:spacing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09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771</Words>
  <Characters>4397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Admin</cp:lastModifiedBy>
  <cp:revision>7</cp:revision>
  <cp:lastPrinted>2017-07-28T03:57:00Z</cp:lastPrinted>
  <dcterms:created xsi:type="dcterms:W3CDTF">2018-04-23T12:13:00Z</dcterms:created>
  <dcterms:modified xsi:type="dcterms:W3CDTF">2018-05-05T06:56:00Z</dcterms:modified>
</cp:coreProperties>
</file>